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5B42" w:rsidRPr="007A01A1" w:rsidRDefault="00764A67" w:rsidP="00CB5B42">
      <w:pPr>
        <w:pStyle w:val="Lauftext"/>
        <w:rPr>
          <w:b/>
          <w:sz w:val="28"/>
          <w:szCs w:val="28"/>
        </w:rPr>
      </w:pPr>
      <w:r w:rsidRPr="007A01A1">
        <w:rPr>
          <w:b/>
          <w:sz w:val="28"/>
          <w:szCs w:val="28"/>
        </w:rPr>
        <w:t>Absichtserklärung</w:t>
      </w:r>
      <w:r w:rsidR="00DF170F" w:rsidRPr="007A01A1">
        <w:rPr>
          <w:b/>
          <w:sz w:val="28"/>
          <w:szCs w:val="28"/>
        </w:rPr>
        <w:t xml:space="preserve"> und </w:t>
      </w:r>
      <w:r w:rsidR="005B2EEA" w:rsidRPr="007A01A1">
        <w:rPr>
          <w:b/>
          <w:sz w:val="28"/>
          <w:szCs w:val="28"/>
        </w:rPr>
        <w:t>Unterstützung</w:t>
      </w:r>
    </w:p>
    <w:p w:rsidR="00764A67" w:rsidRDefault="00764A67" w:rsidP="00CB5B42">
      <w:pPr>
        <w:pStyle w:val="Lauftext"/>
      </w:pPr>
    </w:p>
    <w:p w:rsidR="00764A67" w:rsidRDefault="00ED1CB1" w:rsidP="00CB5B42">
      <w:pPr>
        <w:pStyle w:val="Lauftext"/>
      </w:pPr>
      <w:r>
        <w:fldChar w:fldCharType="begin"/>
      </w:r>
      <w:r>
        <w:instrText xml:space="preserve"> TIME \@ "d. MMMM yyyy" </w:instrText>
      </w:r>
      <w:r>
        <w:fldChar w:fldCharType="separate"/>
      </w:r>
      <w:r w:rsidR="007C1F84">
        <w:rPr>
          <w:noProof/>
        </w:rPr>
        <w:t>19. November 2018</w:t>
      </w:r>
      <w:r>
        <w:fldChar w:fldCharType="end"/>
      </w:r>
    </w:p>
    <w:p w:rsidR="005D462F" w:rsidRDefault="005D462F" w:rsidP="00CB5B42">
      <w:pPr>
        <w:pStyle w:val="Lauftext"/>
        <w:rPr>
          <w:b/>
        </w:rPr>
      </w:pPr>
    </w:p>
    <w:p w:rsidR="00764A67" w:rsidRPr="00076335" w:rsidRDefault="00764A67" w:rsidP="00CB5B42">
      <w:pPr>
        <w:pStyle w:val="Lauftext"/>
      </w:pPr>
      <w:r w:rsidRPr="00764A67">
        <w:rPr>
          <w:b/>
        </w:rPr>
        <w:t>Projektname / Projektnummer</w:t>
      </w:r>
      <w:r w:rsidR="007A01A1" w:rsidRPr="00076335">
        <w:t>……………………………………………………………………………..</w:t>
      </w:r>
    </w:p>
    <w:p w:rsidR="007A01A1" w:rsidRPr="00076335" w:rsidRDefault="007A01A1" w:rsidP="00CB5B42">
      <w:pPr>
        <w:pStyle w:val="Lauftext"/>
      </w:pPr>
    </w:p>
    <w:p w:rsidR="00764A67" w:rsidRPr="00076335" w:rsidRDefault="007A01A1" w:rsidP="00CB5B42">
      <w:pPr>
        <w:pStyle w:val="Lauftext"/>
      </w:pPr>
      <w:r w:rsidRPr="00076335">
        <w:t>…………………………………………………………………………………………………………………</w:t>
      </w:r>
      <w:r w:rsidR="00076335" w:rsidRPr="00076335">
        <w:t>..</w:t>
      </w:r>
    </w:p>
    <w:p w:rsidR="007A01A1" w:rsidRDefault="007A01A1" w:rsidP="00CB5B42">
      <w:pPr>
        <w:pStyle w:val="Lauftext"/>
      </w:pPr>
    </w:p>
    <w:p w:rsidR="00764A67" w:rsidRDefault="00764A67" w:rsidP="00CB5B42">
      <w:pPr>
        <w:pStyle w:val="Lauftext"/>
      </w:pPr>
    </w:p>
    <w:p w:rsidR="00A55AC0" w:rsidRDefault="005B2EEA" w:rsidP="00CB5B42">
      <w:pPr>
        <w:pStyle w:val="Lauftext"/>
      </w:pPr>
      <w:r>
        <w:t>Unsere Organisation (vollständiger Name)</w:t>
      </w:r>
      <w:r w:rsidR="00764A67">
        <w:t>………………</w:t>
      </w:r>
      <w:r w:rsidR="00A55AC0">
        <w:t>……………………………</w:t>
      </w:r>
      <w:r>
        <w:t>...</w:t>
      </w:r>
      <w:r w:rsidR="00A55AC0">
        <w:t xml:space="preserve">…………………. </w:t>
      </w:r>
    </w:p>
    <w:p w:rsidR="00A55AC0" w:rsidRDefault="00A55AC0" w:rsidP="00CB5B42">
      <w:pPr>
        <w:pStyle w:val="Lauftext"/>
      </w:pPr>
    </w:p>
    <w:p w:rsidR="00A55AC0" w:rsidRDefault="00764A67" w:rsidP="00CB5B42">
      <w:pPr>
        <w:pStyle w:val="Lauftext"/>
      </w:pPr>
      <w:r>
        <w:t xml:space="preserve">hat Kenntnis </w:t>
      </w:r>
      <w:r w:rsidR="00A55AC0">
        <w:t>vom Projekt</w:t>
      </w:r>
      <w:r>
        <w:t xml:space="preserve"> mit dem Namen……………</w:t>
      </w:r>
      <w:r w:rsidR="00A55AC0">
        <w:t>……………………………………………………</w:t>
      </w:r>
    </w:p>
    <w:p w:rsidR="00A55AC0" w:rsidRDefault="00A55AC0" w:rsidP="00CB5B42">
      <w:pPr>
        <w:pStyle w:val="Lauftext"/>
      </w:pPr>
    </w:p>
    <w:p w:rsidR="00764A67" w:rsidRDefault="00A55AC0" w:rsidP="00CB5B42">
      <w:pPr>
        <w:pStyle w:val="Lauftext"/>
      </w:pPr>
      <w:r>
        <w:t xml:space="preserve">Das Projekt wurde </w:t>
      </w:r>
      <w:r w:rsidR="00764A67">
        <w:t>in der Projektförderung der Prävention der Gesundheitsversorgung bei Gesundhe</w:t>
      </w:r>
      <w:r>
        <w:t>itsförderung Schweiz eingereicht</w:t>
      </w:r>
      <w:r w:rsidR="00764A67">
        <w:t>.</w:t>
      </w:r>
    </w:p>
    <w:p w:rsidR="00764A67" w:rsidRDefault="00764A67" w:rsidP="00CB5B42">
      <w:pPr>
        <w:pStyle w:val="Lauftext"/>
      </w:pPr>
    </w:p>
    <w:p w:rsidR="00A55AC0" w:rsidRDefault="00A55AC0" w:rsidP="00CB5B42">
      <w:pPr>
        <w:pStyle w:val="Lauftext"/>
      </w:pPr>
    </w:p>
    <w:p w:rsidR="00764A67" w:rsidRDefault="005D010E" w:rsidP="00CB5B42">
      <w:pPr>
        <w:pStyle w:val="Lauftext"/>
      </w:pPr>
      <w:r>
        <w:t>Wir</w:t>
      </w:r>
      <w:r w:rsidR="00A55AC0">
        <w:t xml:space="preserve"> bestätige</w:t>
      </w:r>
      <w:r>
        <w:t>n</w:t>
      </w:r>
      <w:r w:rsidR="00764A67">
        <w:t xml:space="preserve"> hiermit unser Wissen um das Projekt, bei welchem wir folgendermassen beteiligt sind:</w:t>
      </w:r>
    </w:p>
    <w:p w:rsidR="00764A67" w:rsidRDefault="00764A67" w:rsidP="00CB5B42">
      <w:pPr>
        <w:pStyle w:val="Lauftext"/>
      </w:pPr>
    </w:p>
    <w:p w:rsidR="00764A67" w:rsidRDefault="00764A67" w:rsidP="005B2EEA">
      <w:pPr>
        <w:pStyle w:val="Lauftext"/>
        <w:ind w:left="720"/>
      </w:pPr>
      <w:r>
        <w:rPr>
          <w:lang w:val="fr-CH"/>
        </w:rPr>
        <w:sym w:font="Symbol" w:char="F080"/>
      </w:r>
      <w:r w:rsidRPr="00764A67">
        <w:t xml:space="preserve"> Begleitung </w:t>
      </w:r>
      <w:r>
        <w:t>als Teil einer Begleitgruppe, einer Expertengruppe oder des Projektteams</w:t>
      </w:r>
    </w:p>
    <w:p w:rsidR="005B2EEA" w:rsidRDefault="005B2EEA" w:rsidP="005B2EEA">
      <w:pPr>
        <w:pStyle w:val="Lauftext"/>
        <w:ind w:left="720"/>
      </w:pPr>
    </w:p>
    <w:p w:rsidR="005B2EEA" w:rsidRPr="00764A67" w:rsidRDefault="005B2EEA" w:rsidP="005B2EEA">
      <w:pPr>
        <w:pStyle w:val="Lauftext"/>
        <w:ind w:left="720"/>
      </w:pPr>
      <w:r>
        <w:rPr>
          <w:lang w:val="fr-CH"/>
        </w:rPr>
        <w:sym w:font="Symbol" w:char="F080"/>
      </w:r>
      <w:r w:rsidRPr="00764A67">
        <w:t xml:space="preserve"> </w:t>
      </w:r>
      <w:r>
        <w:t>als Geldgeber. Wie im Budget festgehalten, sind wir an der Finanzierung des Projekts mitbeteiligt oder leisten einen materiellen Beitrag oder leisten einen personellen Beitrag in der Umsetzung des Projektes.</w:t>
      </w:r>
    </w:p>
    <w:p w:rsidR="00764A67" w:rsidRPr="00764A67" w:rsidRDefault="00764A67" w:rsidP="00764A67">
      <w:pPr>
        <w:pStyle w:val="Lauftext"/>
        <w:ind w:left="720"/>
      </w:pPr>
    </w:p>
    <w:p w:rsidR="00764A67" w:rsidRDefault="00764A67" w:rsidP="00764A67">
      <w:pPr>
        <w:pStyle w:val="Lauftext"/>
        <w:ind w:left="720"/>
      </w:pPr>
      <w:r>
        <w:rPr>
          <w:lang w:val="fr-CH"/>
        </w:rPr>
        <w:sym w:font="Symbol" w:char="F080"/>
      </w:r>
      <w:r w:rsidRPr="00764A67">
        <w:t xml:space="preserve"> Andere Funktion :………………………………………………………………………</w:t>
      </w:r>
      <w:r>
        <w:t>….</w:t>
      </w:r>
    </w:p>
    <w:p w:rsidR="00544155" w:rsidRPr="00764A67" w:rsidRDefault="00544155" w:rsidP="00764A67">
      <w:pPr>
        <w:pStyle w:val="Lauftext"/>
        <w:ind w:left="720"/>
      </w:pPr>
    </w:p>
    <w:p w:rsidR="00764A67" w:rsidRPr="00764A67" w:rsidRDefault="00764A67" w:rsidP="00764A67">
      <w:pPr>
        <w:pStyle w:val="Lauftext"/>
        <w:ind w:left="720"/>
      </w:pPr>
      <w:r w:rsidRPr="00764A67">
        <w:t>………………………………………………………………………………………………….</w:t>
      </w:r>
    </w:p>
    <w:p w:rsidR="00544155" w:rsidRDefault="00544155" w:rsidP="00764A67">
      <w:pPr>
        <w:pStyle w:val="Lauftext"/>
        <w:ind w:firstLine="708"/>
      </w:pPr>
    </w:p>
    <w:p w:rsidR="00544155" w:rsidRDefault="00544155" w:rsidP="007A01A1">
      <w:pPr>
        <w:pStyle w:val="Lauftext"/>
        <w:tabs>
          <w:tab w:val="left" w:pos="1098"/>
        </w:tabs>
      </w:pPr>
    </w:p>
    <w:p w:rsidR="00764A67" w:rsidRPr="000C14F8" w:rsidRDefault="00764A67" w:rsidP="00CB5B42">
      <w:pPr>
        <w:pStyle w:val="Lauftext"/>
      </w:pPr>
    </w:p>
    <w:p w:rsidR="00764A67" w:rsidRPr="000C14F8" w:rsidRDefault="00764A67" w:rsidP="00CB5B42">
      <w:pPr>
        <w:pStyle w:val="Lauftext"/>
        <w:rPr>
          <w:b/>
        </w:rPr>
      </w:pPr>
      <w:r w:rsidRPr="000C14F8">
        <w:rPr>
          <w:b/>
        </w:rPr>
        <w:t>Kontaktperson:</w:t>
      </w:r>
    </w:p>
    <w:p w:rsidR="00544155" w:rsidRPr="000C14F8" w:rsidRDefault="00544155" w:rsidP="00CB5B42">
      <w:pPr>
        <w:pStyle w:val="Lauftext"/>
        <w:rPr>
          <w:b/>
        </w:rPr>
      </w:pPr>
    </w:p>
    <w:p w:rsidR="00764A67" w:rsidRPr="000C14F8" w:rsidRDefault="00764A67" w:rsidP="00CB5B42">
      <w:pPr>
        <w:pStyle w:val="Lauftext"/>
        <w:rPr>
          <w:b/>
        </w:rPr>
      </w:pPr>
      <w:r w:rsidRPr="000C14F8">
        <w:rPr>
          <w:b/>
        </w:rPr>
        <w:t>Adresse:</w:t>
      </w:r>
    </w:p>
    <w:p w:rsidR="00544155" w:rsidRPr="000C14F8" w:rsidRDefault="00544155" w:rsidP="00CB5B42">
      <w:pPr>
        <w:pStyle w:val="Lauftext"/>
        <w:rPr>
          <w:b/>
        </w:rPr>
      </w:pPr>
    </w:p>
    <w:p w:rsidR="00764A67" w:rsidRPr="000C14F8" w:rsidRDefault="00764A67" w:rsidP="00CB5B42">
      <w:pPr>
        <w:pStyle w:val="Lauftext"/>
        <w:rPr>
          <w:b/>
        </w:rPr>
      </w:pPr>
      <w:r w:rsidRPr="000C14F8">
        <w:rPr>
          <w:b/>
        </w:rPr>
        <w:t>Email:</w:t>
      </w:r>
    </w:p>
    <w:p w:rsidR="00544155" w:rsidRPr="000C14F8" w:rsidRDefault="00544155" w:rsidP="00CB5B42">
      <w:pPr>
        <w:pStyle w:val="Lauftext"/>
        <w:rPr>
          <w:b/>
        </w:rPr>
      </w:pPr>
    </w:p>
    <w:p w:rsidR="00764A67" w:rsidRPr="000C14F8" w:rsidRDefault="00764A67" w:rsidP="00CB5B42">
      <w:pPr>
        <w:pStyle w:val="Lauftext"/>
        <w:rPr>
          <w:b/>
        </w:rPr>
      </w:pPr>
      <w:r w:rsidRPr="000C14F8">
        <w:rPr>
          <w:b/>
        </w:rPr>
        <w:t>Telefonnummer:</w:t>
      </w:r>
    </w:p>
    <w:p w:rsidR="00764A67" w:rsidRDefault="00764A67" w:rsidP="00CB5B42">
      <w:pPr>
        <w:pStyle w:val="Lauftext"/>
      </w:pPr>
    </w:p>
    <w:p w:rsidR="00A55AC0" w:rsidRDefault="00A55AC0" w:rsidP="00CB5B42">
      <w:pPr>
        <w:pStyle w:val="Lauftext"/>
      </w:pPr>
    </w:p>
    <w:p w:rsidR="00764A67" w:rsidRDefault="00764A67" w:rsidP="00CB5B42">
      <w:pPr>
        <w:pStyle w:val="Lauftext"/>
      </w:pPr>
      <w:r>
        <w:t xml:space="preserve">Eine Person aus dem Projektteam Prävention in der Gesundheitsversorgung bei Gesundheitsförderung Schweiz kann sich mit mir in Verbindung setzen, </w:t>
      </w:r>
      <w:r w:rsidR="00A55AC0">
        <w:t xml:space="preserve">falls es offene Fragen </w:t>
      </w:r>
      <w:r>
        <w:t xml:space="preserve">zu Evaluationspunkten oder einzelnen Meilensteinen </w:t>
      </w:r>
      <w:r w:rsidR="00A55AC0">
        <w:t>gibt</w:t>
      </w:r>
      <w:r>
        <w:t>.</w:t>
      </w:r>
    </w:p>
    <w:p w:rsidR="00764A67" w:rsidRDefault="00764A67" w:rsidP="00CB5B42">
      <w:pPr>
        <w:pStyle w:val="Lauftext"/>
      </w:pPr>
    </w:p>
    <w:p w:rsidR="00764A67" w:rsidRDefault="00764A67" w:rsidP="00CB5B42">
      <w:pPr>
        <w:pStyle w:val="Lauftext"/>
      </w:pPr>
    </w:p>
    <w:p w:rsidR="00764A67" w:rsidRDefault="00764A67" w:rsidP="00CB5B42">
      <w:pPr>
        <w:pStyle w:val="Lauftext"/>
      </w:pPr>
    </w:p>
    <w:p w:rsidR="00764A67" w:rsidRPr="00764A67" w:rsidRDefault="00764A67" w:rsidP="00CB5B42">
      <w:pPr>
        <w:pStyle w:val="Lauftext"/>
      </w:pPr>
      <w:r>
        <w:t>Unterschrift</w:t>
      </w:r>
      <w:r w:rsidR="00E07235">
        <w:t>:</w:t>
      </w:r>
    </w:p>
    <w:sectPr w:rsidR="00764A67" w:rsidRPr="00764A67" w:rsidSect="007641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41" w:right="851" w:bottom="1701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425C" w:rsidRDefault="004F425C">
      <w:r>
        <w:separator/>
      </w:r>
    </w:p>
  </w:endnote>
  <w:endnote w:type="continuationSeparator" w:id="0">
    <w:p w:rsidR="004F425C" w:rsidRDefault="004F4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redit Suisse Type Roman">
    <w:altName w:val="Corbel"/>
    <w:panose1 w:val="020B0604020202020204"/>
    <w:charset w:val="00"/>
    <w:family w:val="swiss"/>
    <w:pitch w:val="variable"/>
    <w:sig w:usb0="800002AF" w:usb1="5000204A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NeueLTStd-Roman">
    <w:altName w:val="Verdana"/>
    <w:panose1 w:val="020B0604020202020204"/>
    <w:charset w:val="4D"/>
    <w:family w:val="auto"/>
    <w:notTrueType/>
    <w:pitch w:val="default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1F84" w:rsidRDefault="007C1F8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A0B" w:rsidRPr="008D6BB6" w:rsidRDefault="00A64A0B" w:rsidP="008D6BB6">
    <w:pPr>
      <w:pStyle w:val="Fuzeile"/>
      <w:tabs>
        <w:tab w:val="clear" w:pos="9356"/>
        <w:tab w:val="right" w:pos="9639"/>
      </w:tabs>
      <w:rPr>
        <w:rFonts w:cs="Arial"/>
        <w:szCs w:val="16"/>
        <w:lang w:val="fr-CH"/>
      </w:rPr>
    </w:pPr>
    <w:r>
      <w:rPr>
        <w:rFonts w:cs="Arial"/>
        <w:noProof/>
        <w:lang w:eastAsia="de-CH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3205A3F" wp14:editId="05D64A0F">
              <wp:simplePos x="0" y="0"/>
              <wp:positionH relativeFrom="rightMargin">
                <wp:posOffset>-1080135</wp:posOffset>
              </wp:positionH>
              <wp:positionV relativeFrom="bottomMargin">
                <wp:posOffset>288290</wp:posOffset>
              </wp:positionV>
              <wp:extent cx="1080000" cy="360000"/>
              <wp:effectExtent l="0" t="0" r="12700" b="2159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0000" cy="36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64A0B" w:rsidRPr="00F407B1" w:rsidRDefault="00A64A0B" w:rsidP="00F407B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F407B1">
                            <w:rPr>
                              <w:rFonts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F407B1">
                            <w:rPr>
                              <w:rFonts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F407B1">
                            <w:rPr>
                              <w:rFonts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7A01A1">
                            <w:rPr>
                              <w:rFonts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F407B1">
                            <w:rPr>
                              <w:rFonts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F407B1"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| </w:t>
                          </w:r>
                          <w:r w:rsidRPr="00F407B1">
                            <w:rPr>
                              <w:rFonts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F407B1">
                            <w:rPr>
                              <w:rFonts w:cs="Arial"/>
                              <w:sz w:val="16"/>
                              <w:szCs w:val="16"/>
                            </w:rPr>
                            <w:instrText xml:space="preserve"> NUMPAGES </w:instrText>
                          </w:r>
                          <w:r w:rsidRPr="00F407B1">
                            <w:rPr>
                              <w:rFonts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7A01A1">
                            <w:rPr>
                              <w:rFonts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F407B1">
                            <w:rPr>
                              <w:rFonts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205A3F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margin-left:-85.05pt;margin-top:22.7pt;width:85.05pt;height:28.35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" filled="f" stroked="f">
              <v:textbox inset="0,0,0,0">
                <w:txbxContent>
                  <w:p w:rsidR="00A64A0B" w:rsidRPr="00F407B1" w:rsidRDefault="00A64A0B" w:rsidP="00F407B1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F407B1">
                      <w:rPr>
                        <w:rFonts w:cs="Arial"/>
                        <w:sz w:val="16"/>
                        <w:szCs w:val="16"/>
                      </w:rPr>
                      <w:fldChar w:fldCharType="begin"/>
                    </w:r>
                    <w:r w:rsidRPr="00F407B1">
                      <w:rPr>
                        <w:rFonts w:cs="Arial"/>
                        <w:sz w:val="16"/>
                        <w:szCs w:val="16"/>
                      </w:rPr>
                      <w:instrText xml:space="preserve"> PAGE </w:instrText>
                    </w:r>
                    <w:r w:rsidRPr="00F407B1">
                      <w:rPr>
                        <w:rFonts w:cs="Arial"/>
                        <w:sz w:val="16"/>
                        <w:szCs w:val="16"/>
                      </w:rPr>
                      <w:fldChar w:fldCharType="separate"/>
                    </w:r>
                    <w:r w:rsidR="007A01A1">
                      <w:rPr>
                        <w:rFonts w:cs="Arial"/>
                        <w:noProof/>
                        <w:sz w:val="16"/>
                        <w:szCs w:val="16"/>
                      </w:rPr>
                      <w:t>2</w:t>
                    </w:r>
                    <w:r w:rsidRPr="00F407B1">
                      <w:rPr>
                        <w:rFonts w:cs="Arial"/>
                        <w:sz w:val="16"/>
                        <w:szCs w:val="16"/>
                      </w:rPr>
                      <w:fldChar w:fldCharType="end"/>
                    </w:r>
                    <w:r w:rsidRPr="00F407B1">
                      <w:rPr>
                        <w:rFonts w:cs="Arial"/>
                        <w:sz w:val="16"/>
                        <w:szCs w:val="16"/>
                      </w:rPr>
                      <w:t xml:space="preserve"> | </w:t>
                    </w:r>
                    <w:r w:rsidRPr="00F407B1">
                      <w:rPr>
                        <w:rFonts w:cs="Arial"/>
                        <w:sz w:val="16"/>
                        <w:szCs w:val="16"/>
                      </w:rPr>
                      <w:fldChar w:fldCharType="begin"/>
                    </w:r>
                    <w:r w:rsidRPr="00F407B1">
                      <w:rPr>
                        <w:rFonts w:cs="Arial"/>
                        <w:sz w:val="16"/>
                        <w:szCs w:val="16"/>
                      </w:rPr>
                      <w:instrText xml:space="preserve"> NUMPAGES </w:instrText>
                    </w:r>
                    <w:r w:rsidRPr="00F407B1">
                      <w:rPr>
                        <w:rFonts w:cs="Arial"/>
                        <w:sz w:val="16"/>
                        <w:szCs w:val="16"/>
                      </w:rPr>
                      <w:fldChar w:fldCharType="separate"/>
                    </w:r>
                    <w:r w:rsidR="007A01A1">
                      <w:rPr>
                        <w:rFonts w:cs="Arial"/>
                        <w:noProof/>
                        <w:sz w:val="16"/>
                        <w:szCs w:val="16"/>
                      </w:rPr>
                      <w:t>2</w:t>
                    </w:r>
                    <w:r w:rsidRPr="00F407B1">
                      <w:rPr>
                        <w:rFonts w:cs="Arial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lang w:val="fr-CH"/>
      </w:rPr>
      <w:tab/>
    </w:r>
    <w:r>
      <w:rPr>
        <w:lang w:val="fr-CH"/>
      </w:rPr>
      <w:tab/>
    </w:r>
    <w:r w:rsidRPr="008D6BB6">
      <w:rPr>
        <w:rFonts w:cs="Arial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A0B" w:rsidRDefault="00A64A0B" w:rsidP="00741593">
    <w:pPr>
      <w:pStyle w:val="Fuzeile"/>
      <w:tabs>
        <w:tab w:val="clear" w:pos="4678"/>
      </w:tabs>
      <w:ind w:hanging="1701"/>
    </w:pPr>
    <w:r>
      <w:rPr>
        <w:noProof/>
        <w:lang w:eastAsia="de-CH"/>
      </w:rPr>
      <w:drawing>
        <wp:anchor distT="0" distB="0" distL="114300" distR="114300" simplePos="0" relativeHeight="251657728" behindDoc="0" locked="0" layoutInCell="1" allowOverlap="1" wp14:anchorId="744CD7D9" wp14:editId="58563644">
          <wp:simplePos x="0" y="0"/>
          <wp:positionH relativeFrom="column">
            <wp:posOffset>-900430</wp:posOffset>
          </wp:positionH>
          <wp:positionV relativeFrom="page">
            <wp:posOffset>9868535</wp:posOffset>
          </wp:positionV>
          <wp:extent cx="7545310" cy="393116"/>
          <wp:effectExtent l="0" t="0" r="0" b="0"/>
          <wp:wrapNone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sszeile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5310" cy="39311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425C" w:rsidRDefault="004F425C">
      <w:r>
        <w:separator/>
      </w:r>
    </w:p>
  </w:footnote>
  <w:footnote w:type="continuationSeparator" w:id="0">
    <w:p w:rsidR="004F425C" w:rsidRDefault="004F4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1F84" w:rsidRDefault="007C1F8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A0B" w:rsidRDefault="00A64A0B" w:rsidP="00BB2452">
    <w:pPr>
      <w:pStyle w:val="Kopfzeil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A0B" w:rsidRDefault="00A64A0B" w:rsidP="009764AB">
    <w:pPr>
      <w:pStyle w:val="Kopfzeile"/>
      <w:ind w:right="-2"/>
      <w:jc w:val="right"/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65804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CA1C68"/>
    <w:multiLevelType w:val="hybridMultilevel"/>
    <w:tmpl w:val="922C14BA"/>
    <w:lvl w:ilvl="0" w:tplc="C9F41950">
      <w:start w:val="1"/>
      <w:numFmt w:val="bullet"/>
      <w:pStyle w:val="Aufzhlung"/>
      <w:lvlText w:val="–"/>
      <w:lvlJc w:val="left"/>
      <w:pPr>
        <w:ind w:left="360" w:hanging="360"/>
      </w:pPr>
      <w:rPr>
        <w:rFonts w:ascii="Credit Suisse Type Roman" w:hAnsi="Credit Suisse Type Roman" w:hint="default"/>
        <w:sz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297375"/>
    <w:multiLevelType w:val="multilevel"/>
    <w:tmpl w:val="A5007E92"/>
    <w:styleLink w:val="FormatvorlageAufgezhlt"/>
    <w:lvl w:ilvl="0">
      <w:start w:val="1"/>
      <w:numFmt w:val="bullet"/>
      <w:lvlText w:val=""/>
      <w:lvlJc w:val="left"/>
      <w:pPr>
        <w:tabs>
          <w:tab w:val="num" w:pos="397"/>
        </w:tabs>
        <w:ind w:left="397" w:hanging="397"/>
      </w:pPr>
      <w:rPr>
        <w:rFonts w:ascii="Wingdings 2" w:hAnsi="Wingdings 2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9D2759"/>
    <w:multiLevelType w:val="multilevel"/>
    <w:tmpl w:val="0409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6CD60A2"/>
    <w:multiLevelType w:val="multilevel"/>
    <w:tmpl w:val="A5CC27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47AF56DF"/>
    <w:multiLevelType w:val="multilevel"/>
    <w:tmpl w:val="E24E630A"/>
    <w:lvl w:ilvl="0">
      <w:start w:val="1"/>
      <w:numFmt w:val="decimal"/>
      <w:lvlText w:val="%1."/>
      <w:lvlJc w:val="left"/>
      <w:pPr>
        <w:tabs>
          <w:tab w:val="num" w:pos="1324"/>
        </w:tabs>
        <w:ind w:left="1324" w:hanging="360"/>
      </w:pPr>
    </w:lvl>
    <w:lvl w:ilvl="1">
      <w:start w:val="1"/>
      <w:numFmt w:val="decimal"/>
      <w:lvlText w:val="%1.%2."/>
      <w:lvlJc w:val="left"/>
      <w:pPr>
        <w:tabs>
          <w:tab w:val="num" w:pos="1756"/>
        </w:tabs>
        <w:ind w:left="1756" w:hanging="432"/>
      </w:pPr>
    </w:lvl>
    <w:lvl w:ilvl="2">
      <w:start w:val="1"/>
      <w:numFmt w:val="decimal"/>
      <w:lvlText w:val="%1.%2.%3."/>
      <w:lvlJc w:val="left"/>
      <w:pPr>
        <w:tabs>
          <w:tab w:val="num" w:pos="2404"/>
        </w:tabs>
        <w:ind w:left="2188" w:hanging="504"/>
      </w:pPr>
    </w:lvl>
    <w:lvl w:ilvl="3">
      <w:start w:val="1"/>
      <w:numFmt w:val="decimal"/>
      <w:lvlText w:val="%1.%2.%3.%4."/>
      <w:lvlJc w:val="left"/>
      <w:pPr>
        <w:tabs>
          <w:tab w:val="num" w:pos="3124"/>
        </w:tabs>
        <w:ind w:left="2692" w:hanging="648"/>
      </w:pPr>
    </w:lvl>
    <w:lvl w:ilvl="4">
      <w:start w:val="1"/>
      <w:numFmt w:val="decimal"/>
      <w:lvlText w:val="%1.%2.%3.%4.%5."/>
      <w:lvlJc w:val="left"/>
      <w:pPr>
        <w:tabs>
          <w:tab w:val="num" w:pos="3484"/>
        </w:tabs>
        <w:ind w:left="3196" w:hanging="792"/>
      </w:pPr>
    </w:lvl>
    <w:lvl w:ilvl="5">
      <w:start w:val="1"/>
      <w:numFmt w:val="decimal"/>
      <w:lvlText w:val="%1.%2.%3.%4.%5.%6."/>
      <w:lvlJc w:val="left"/>
      <w:pPr>
        <w:tabs>
          <w:tab w:val="num" w:pos="4204"/>
        </w:tabs>
        <w:ind w:left="3700" w:hanging="936"/>
      </w:pPr>
    </w:lvl>
    <w:lvl w:ilvl="6">
      <w:start w:val="1"/>
      <w:numFmt w:val="decimal"/>
      <w:lvlText w:val="%1.%2.%3.%4.%5.%6.%7."/>
      <w:lvlJc w:val="left"/>
      <w:pPr>
        <w:tabs>
          <w:tab w:val="num" w:pos="4564"/>
        </w:tabs>
        <w:ind w:left="420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84"/>
        </w:tabs>
        <w:ind w:left="4708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644"/>
        </w:tabs>
        <w:ind w:left="5284" w:hanging="1440"/>
      </w:pPr>
    </w:lvl>
  </w:abstractNum>
  <w:abstractNum w:abstractNumId="6" w15:restartNumberingAfterBreak="0">
    <w:nsid w:val="57B91945"/>
    <w:multiLevelType w:val="multilevel"/>
    <w:tmpl w:val="037C2988"/>
    <w:lvl w:ilvl="0">
      <w:start w:val="1"/>
      <w:numFmt w:val="decimal"/>
      <w:lvlText w:val="%1.0"/>
      <w:lvlJc w:val="left"/>
      <w:pPr>
        <w:tabs>
          <w:tab w:val="num" w:pos="720"/>
        </w:tabs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u w:color="FF99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3101"/>
        </w:tabs>
        <w:ind w:left="2835" w:hanging="45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6"/>
  </w:num>
  <w:num w:numId="5">
    <w:abstractNumId w:val="6"/>
  </w:num>
  <w:num w:numId="6">
    <w:abstractNumId w:val="5"/>
  </w:num>
  <w:num w:numId="7">
    <w:abstractNumId w:val="4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ttachedTemplate r:id="rId1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A67"/>
    <w:rsid w:val="00012238"/>
    <w:rsid w:val="0002686F"/>
    <w:rsid w:val="00046A65"/>
    <w:rsid w:val="0006666D"/>
    <w:rsid w:val="000714F4"/>
    <w:rsid w:val="00076335"/>
    <w:rsid w:val="000870C1"/>
    <w:rsid w:val="0009432E"/>
    <w:rsid w:val="000A676A"/>
    <w:rsid w:val="000B3291"/>
    <w:rsid w:val="000B64CA"/>
    <w:rsid w:val="000C14F8"/>
    <w:rsid w:val="000C62CA"/>
    <w:rsid w:val="000D75D9"/>
    <w:rsid w:val="00113051"/>
    <w:rsid w:val="001347E8"/>
    <w:rsid w:val="0013624C"/>
    <w:rsid w:val="001363A4"/>
    <w:rsid w:val="00141FCA"/>
    <w:rsid w:val="00147445"/>
    <w:rsid w:val="00187387"/>
    <w:rsid w:val="001C2AD9"/>
    <w:rsid w:val="001E6B78"/>
    <w:rsid w:val="001F3DEE"/>
    <w:rsid w:val="001F6DE0"/>
    <w:rsid w:val="00207FB7"/>
    <w:rsid w:val="00215C9B"/>
    <w:rsid w:val="00232814"/>
    <w:rsid w:val="00237415"/>
    <w:rsid w:val="00245A01"/>
    <w:rsid w:val="002731A6"/>
    <w:rsid w:val="002836DD"/>
    <w:rsid w:val="00284A58"/>
    <w:rsid w:val="002C5E56"/>
    <w:rsid w:val="002D38A2"/>
    <w:rsid w:val="002E4945"/>
    <w:rsid w:val="00300527"/>
    <w:rsid w:val="00314809"/>
    <w:rsid w:val="003509B1"/>
    <w:rsid w:val="00353121"/>
    <w:rsid w:val="00353E57"/>
    <w:rsid w:val="00371B5E"/>
    <w:rsid w:val="00377B14"/>
    <w:rsid w:val="00387BF8"/>
    <w:rsid w:val="003920A1"/>
    <w:rsid w:val="00395F24"/>
    <w:rsid w:val="003A2FD2"/>
    <w:rsid w:val="003B6793"/>
    <w:rsid w:val="003D00D3"/>
    <w:rsid w:val="003F1661"/>
    <w:rsid w:val="0040596F"/>
    <w:rsid w:val="00436DBC"/>
    <w:rsid w:val="0045584D"/>
    <w:rsid w:val="0046529B"/>
    <w:rsid w:val="0048693F"/>
    <w:rsid w:val="004C61E2"/>
    <w:rsid w:val="004F425C"/>
    <w:rsid w:val="004F5BDA"/>
    <w:rsid w:val="00502BA8"/>
    <w:rsid w:val="00534412"/>
    <w:rsid w:val="0054227E"/>
    <w:rsid w:val="00544155"/>
    <w:rsid w:val="00590B03"/>
    <w:rsid w:val="005A611D"/>
    <w:rsid w:val="005B17BF"/>
    <w:rsid w:val="005B2EEA"/>
    <w:rsid w:val="005D010E"/>
    <w:rsid w:val="005D28C1"/>
    <w:rsid w:val="005D462F"/>
    <w:rsid w:val="005D640E"/>
    <w:rsid w:val="005E574C"/>
    <w:rsid w:val="0060181E"/>
    <w:rsid w:val="00624035"/>
    <w:rsid w:val="0062738D"/>
    <w:rsid w:val="006371CC"/>
    <w:rsid w:val="0065723B"/>
    <w:rsid w:val="00680EE5"/>
    <w:rsid w:val="006C1612"/>
    <w:rsid w:val="006D61AF"/>
    <w:rsid w:val="006F108E"/>
    <w:rsid w:val="007109AB"/>
    <w:rsid w:val="00716AE9"/>
    <w:rsid w:val="00741593"/>
    <w:rsid w:val="00746B49"/>
    <w:rsid w:val="007552A5"/>
    <w:rsid w:val="007641A9"/>
    <w:rsid w:val="00764A67"/>
    <w:rsid w:val="00775924"/>
    <w:rsid w:val="00775DA2"/>
    <w:rsid w:val="00791A7D"/>
    <w:rsid w:val="007A01A1"/>
    <w:rsid w:val="007B5725"/>
    <w:rsid w:val="007C1F84"/>
    <w:rsid w:val="007D7F70"/>
    <w:rsid w:val="007F4C5C"/>
    <w:rsid w:val="007F4F59"/>
    <w:rsid w:val="008109A4"/>
    <w:rsid w:val="00834323"/>
    <w:rsid w:val="00864EFF"/>
    <w:rsid w:val="008674FA"/>
    <w:rsid w:val="0087092D"/>
    <w:rsid w:val="008829B7"/>
    <w:rsid w:val="00886DC1"/>
    <w:rsid w:val="0089010F"/>
    <w:rsid w:val="00891A2A"/>
    <w:rsid w:val="00897911"/>
    <w:rsid w:val="0089793F"/>
    <w:rsid w:val="008A0BAD"/>
    <w:rsid w:val="008A489B"/>
    <w:rsid w:val="008D506F"/>
    <w:rsid w:val="008D6BB6"/>
    <w:rsid w:val="008F2A02"/>
    <w:rsid w:val="00905403"/>
    <w:rsid w:val="009056B1"/>
    <w:rsid w:val="00951F4F"/>
    <w:rsid w:val="009764AB"/>
    <w:rsid w:val="009914C8"/>
    <w:rsid w:val="009B0BD0"/>
    <w:rsid w:val="009B6F12"/>
    <w:rsid w:val="009F1D8D"/>
    <w:rsid w:val="00A0063D"/>
    <w:rsid w:val="00A0233E"/>
    <w:rsid w:val="00A037A2"/>
    <w:rsid w:val="00A262E7"/>
    <w:rsid w:val="00A3698A"/>
    <w:rsid w:val="00A44672"/>
    <w:rsid w:val="00A55AC0"/>
    <w:rsid w:val="00A64A0B"/>
    <w:rsid w:val="00A71099"/>
    <w:rsid w:val="00AB1AA3"/>
    <w:rsid w:val="00AD0EC2"/>
    <w:rsid w:val="00B20BE5"/>
    <w:rsid w:val="00B41858"/>
    <w:rsid w:val="00B42236"/>
    <w:rsid w:val="00B46593"/>
    <w:rsid w:val="00B65A08"/>
    <w:rsid w:val="00B7066B"/>
    <w:rsid w:val="00B70C90"/>
    <w:rsid w:val="00B77BE7"/>
    <w:rsid w:val="00BA1E0F"/>
    <w:rsid w:val="00BA438C"/>
    <w:rsid w:val="00BB2452"/>
    <w:rsid w:val="00BE5CEE"/>
    <w:rsid w:val="00BF36C5"/>
    <w:rsid w:val="00C36A95"/>
    <w:rsid w:val="00C6334D"/>
    <w:rsid w:val="00C65999"/>
    <w:rsid w:val="00C8615A"/>
    <w:rsid w:val="00CA2DE5"/>
    <w:rsid w:val="00CA4C02"/>
    <w:rsid w:val="00CA5286"/>
    <w:rsid w:val="00CB2B34"/>
    <w:rsid w:val="00CB4A9C"/>
    <w:rsid w:val="00CB5B42"/>
    <w:rsid w:val="00CE1CB6"/>
    <w:rsid w:val="00CF17D4"/>
    <w:rsid w:val="00D03F2B"/>
    <w:rsid w:val="00D42384"/>
    <w:rsid w:val="00D43A9A"/>
    <w:rsid w:val="00D7637C"/>
    <w:rsid w:val="00D87228"/>
    <w:rsid w:val="00D95006"/>
    <w:rsid w:val="00D95D7B"/>
    <w:rsid w:val="00DA44CA"/>
    <w:rsid w:val="00DA5C35"/>
    <w:rsid w:val="00DB2709"/>
    <w:rsid w:val="00DE2788"/>
    <w:rsid w:val="00DF170F"/>
    <w:rsid w:val="00DF2777"/>
    <w:rsid w:val="00E04023"/>
    <w:rsid w:val="00E07235"/>
    <w:rsid w:val="00E073FA"/>
    <w:rsid w:val="00E30B00"/>
    <w:rsid w:val="00E31915"/>
    <w:rsid w:val="00E32808"/>
    <w:rsid w:val="00E40893"/>
    <w:rsid w:val="00E417AE"/>
    <w:rsid w:val="00E579E0"/>
    <w:rsid w:val="00E61A18"/>
    <w:rsid w:val="00E62D09"/>
    <w:rsid w:val="00EB00F5"/>
    <w:rsid w:val="00EB097C"/>
    <w:rsid w:val="00EB1C31"/>
    <w:rsid w:val="00EB2F62"/>
    <w:rsid w:val="00ED1CB1"/>
    <w:rsid w:val="00ED35D0"/>
    <w:rsid w:val="00ED5D97"/>
    <w:rsid w:val="00F27600"/>
    <w:rsid w:val="00F312B8"/>
    <w:rsid w:val="00F4069D"/>
    <w:rsid w:val="00F407B1"/>
    <w:rsid w:val="00F47297"/>
    <w:rsid w:val="00F67060"/>
    <w:rsid w:val="00F70EE7"/>
    <w:rsid w:val="00F727EF"/>
    <w:rsid w:val="00F86109"/>
    <w:rsid w:val="00FC19C0"/>
    <w:rsid w:val="00FF40E4"/>
    <w:rsid w:val="00FF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5:docId w15:val="{DBCE21A4-6C9B-4E1C-ACC0-EDB2C47B8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semiHidden/>
    <w:qFormat/>
    <w:rsid w:val="00716AE9"/>
    <w:rPr>
      <w:rFonts w:ascii="Arial" w:eastAsia="Times" w:hAnsi="Arial"/>
      <w:sz w:val="22"/>
      <w:lang w:val="de-CH" w:eastAsia="de-DE"/>
    </w:rPr>
  </w:style>
  <w:style w:type="paragraph" w:styleId="berschrift1">
    <w:name w:val="heading 1"/>
    <w:basedOn w:val="Standard"/>
    <w:next w:val="Lauftext"/>
    <w:autoRedefine/>
    <w:uiPriority w:val="3"/>
    <w:qFormat/>
    <w:rsid w:val="00775924"/>
    <w:pPr>
      <w:keepNext/>
      <w:numPr>
        <w:numId w:val="9"/>
      </w:numPr>
      <w:spacing w:before="360" w:after="260" w:line="260" w:lineRule="exact"/>
      <w:ind w:left="431" w:hanging="431"/>
      <w:outlineLvl w:val="0"/>
    </w:pPr>
    <w:rPr>
      <w:rFonts w:cs="Arial"/>
      <w:b/>
      <w:bCs/>
      <w:szCs w:val="32"/>
    </w:rPr>
  </w:style>
  <w:style w:type="paragraph" w:styleId="berschrift2">
    <w:name w:val="heading 2"/>
    <w:basedOn w:val="Standard"/>
    <w:next w:val="Lauftext"/>
    <w:uiPriority w:val="4"/>
    <w:qFormat/>
    <w:rsid w:val="00775924"/>
    <w:pPr>
      <w:keepNext/>
      <w:numPr>
        <w:ilvl w:val="1"/>
        <w:numId w:val="9"/>
      </w:numPr>
      <w:spacing w:before="260" w:after="120" w:line="260" w:lineRule="exact"/>
      <w:ind w:left="578" w:hanging="578"/>
      <w:outlineLvl w:val="1"/>
    </w:pPr>
    <w:rPr>
      <w:rFonts w:cs="Arial"/>
      <w:bCs/>
      <w:iCs/>
      <w:szCs w:val="28"/>
    </w:rPr>
  </w:style>
  <w:style w:type="paragraph" w:styleId="berschrift3">
    <w:name w:val="heading 3"/>
    <w:basedOn w:val="Standard"/>
    <w:next w:val="Lauftext"/>
    <w:uiPriority w:val="5"/>
    <w:qFormat/>
    <w:rsid w:val="00775924"/>
    <w:pPr>
      <w:keepNext/>
      <w:numPr>
        <w:ilvl w:val="2"/>
        <w:numId w:val="9"/>
      </w:numPr>
      <w:spacing w:before="260" w:after="120" w:line="260" w:lineRule="exact"/>
      <w:outlineLvl w:val="2"/>
    </w:pPr>
    <w:rPr>
      <w:rFonts w:cs="Arial"/>
      <w:bCs/>
      <w:szCs w:val="26"/>
    </w:rPr>
  </w:style>
  <w:style w:type="paragraph" w:styleId="berschrift4">
    <w:name w:val="heading 4"/>
    <w:basedOn w:val="Standard"/>
    <w:next w:val="Lauftext"/>
    <w:uiPriority w:val="6"/>
    <w:qFormat/>
    <w:rsid w:val="00775924"/>
    <w:pPr>
      <w:keepNext/>
      <w:numPr>
        <w:ilvl w:val="3"/>
        <w:numId w:val="9"/>
      </w:numPr>
      <w:spacing w:before="260" w:after="120" w:line="260" w:lineRule="exact"/>
      <w:ind w:left="907" w:hanging="907"/>
      <w:outlineLvl w:val="3"/>
    </w:pPr>
    <w:rPr>
      <w:bCs/>
      <w:i/>
      <w:szCs w:val="28"/>
    </w:rPr>
  </w:style>
  <w:style w:type="paragraph" w:styleId="berschrift5">
    <w:name w:val="heading 5"/>
    <w:basedOn w:val="Standard"/>
    <w:next w:val="Standard"/>
    <w:semiHidden/>
    <w:qFormat/>
    <w:rsid w:val="00F70EE7"/>
    <w:pPr>
      <w:keepNext/>
      <w:numPr>
        <w:ilvl w:val="4"/>
        <w:numId w:val="9"/>
      </w:numPr>
      <w:outlineLvl w:val="4"/>
    </w:pPr>
    <w:rPr>
      <w:b/>
      <w:bCs/>
      <w:sz w:val="24"/>
    </w:rPr>
  </w:style>
  <w:style w:type="paragraph" w:styleId="berschrift6">
    <w:name w:val="heading 6"/>
    <w:basedOn w:val="Standard"/>
    <w:next w:val="Standard"/>
    <w:link w:val="berschrift6Zchn"/>
    <w:semiHidden/>
    <w:qFormat/>
    <w:rsid w:val="00EB097C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342D17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EB097C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342D17" w:themeColor="accent1" w:themeShade="7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EB097C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EB097C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uiPriority w:val="11"/>
    <w:rsid w:val="00F70EE7"/>
    <w:rPr>
      <w:sz w:val="16"/>
    </w:rPr>
  </w:style>
  <w:style w:type="paragraph" w:styleId="Fuzeile">
    <w:name w:val="footer"/>
    <w:basedOn w:val="Standard"/>
    <w:uiPriority w:val="12"/>
    <w:rsid w:val="00FC19C0"/>
    <w:pPr>
      <w:tabs>
        <w:tab w:val="center" w:pos="4678"/>
        <w:tab w:val="right" w:pos="9356"/>
      </w:tabs>
    </w:pPr>
    <w:rPr>
      <w:sz w:val="16"/>
    </w:rPr>
  </w:style>
  <w:style w:type="paragraph" w:styleId="Verzeichnis1">
    <w:name w:val="toc 1"/>
    <w:basedOn w:val="berschrift1"/>
    <w:next w:val="Standard"/>
    <w:uiPriority w:val="39"/>
    <w:rsid w:val="00775924"/>
    <w:pPr>
      <w:numPr>
        <w:numId w:val="0"/>
      </w:numPr>
      <w:tabs>
        <w:tab w:val="left" w:pos="567"/>
        <w:tab w:val="right" w:pos="9637"/>
      </w:tabs>
      <w:spacing w:after="120"/>
    </w:pPr>
    <w:rPr>
      <w:noProof/>
    </w:rPr>
  </w:style>
  <w:style w:type="paragraph" w:customStyle="1" w:styleId="Aufzhlung">
    <w:name w:val="Aufzählung"/>
    <w:basedOn w:val="Standard"/>
    <w:uiPriority w:val="1"/>
    <w:qFormat/>
    <w:rsid w:val="00775924"/>
    <w:pPr>
      <w:numPr>
        <w:numId w:val="2"/>
      </w:numPr>
      <w:spacing w:line="260" w:lineRule="exact"/>
      <w:ind w:left="170" w:hanging="170"/>
    </w:pPr>
  </w:style>
  <w:style w:type="paragraph" w:customStyle="1" w:styleId="Textbeiberschrift3">
    <w:name w:val="Text bei Überschrift 3"/>
    <w:basedOn w:val="Standard"/>
    <w:semiHidden/>
    <w:rsid w:val="00F70EE7"/>
    <w:pPr>
      <w:ind w:left="964"/>
    </w:pPr>
  </w:style>
  <w:style w:type="paragraph" w:customStyle="1" w:styleId="Kommentar">
    <w:name w:val="Kommentar"/>
    <w:basedOn w:val="Standard"/>
    <w:next w:val="Standard"/>
    <w:semiHidden/>
    <w:rsid w:val="00F70EE7"/>
    <w:rPr>
      <w:sz w:val="16"/>
    </w:rPr>
  </w:style>
  <w:style w:type="paragraph" w:styleId="Verzeichnis2">
    <w:name w:val="toc 2"/>
    <w:basedOn w:val="berschrift2"/>
    <w:next w:val="Standard"/>
    <w:uiPriority w:val="39"/>
    <w:rsid w:val="00775924"/>
    <w:pPr>
      <w:numPr>
        <w:ilvl w:val="0"/>
        <w:numId w:val="0"/>
      </w:numPr>
      <w:tabs>
        <w:tab w:val="left" w:pos="1134"/>
        <w:tab w:val="right" w:pos="9637"/>
      </w:tabs>
      <w:spacing w:before="0"/>
      <w:ind w:firstLine="567"/>
    </w:pPr>
    <w:rPr>
      <w:noProof/>
    </w:rPr>
  </w:style>
  <w:style w:type="paragraph" w:styleId="Funotentext">
    <w:name w:val="footnote text"/>
    <w:basedOn w:val="Standard"/>
    <w:semiHidden/>
    <w:rsid w:val="00F70EE7"/>
    <w:pPr>
      <w:ind w:left="113" w:hanging="113"/>
    </w:pPr>
    <w:rPr>
      <w:sz w:val="16"/>
    </w:rPr>
  </w:style>
  <w:style w:type="character" w:styleId="Funotenzeichen">
    <w:name w:val="footnote reference"/>
    <w:basedOn w:val="Absatz-Standardschriftart"/>
    <w:semiHidden/>
    <w:rsid w:val="00F70EE7"/>
    <w:rPr>
      <w:rFonts w:ascii="Arial" w:hAnsi="Arial"/>
      <w:dstrike w:val="0"/>
      <w:sz w:val="16"/>
      <w:vertAlign w:val="superscript"/>
    </w:rPr>
  </w:style>
  <w:style w:type="paragraph" w:customStyle="1" w:styleId="Balkentitel">
    <w:name w:val="Balkentitel"/>
    <w:basedOn w:val="Standard"/>
    <w:next w:val="Standard"/>
    <w:semiHidden/>
    <w:rsid w:val="00F70EE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</w:pPr>
    <w:rPr>
      <w:b/>
      <w:sz w:val="20"/>
    </w:rPr>
  </w:style>
  <w:style w:type="numbering" w:customStyle="1" w:styleId="FormatvorlageAufgezhlt">
    <w:name w:val="Formatvorlage Aufgezählt"/>
    <w:basedOn w:val="KeineListe"/>
    <w:rsid w:val="008A0BAD"/>
    <w:pPr>
      <w:numPr>
        <w:numId w:val="3"/>
      </w:numPr>
    </w:pPr>
  </w:style>
  <w:style w:type="paragraph" w:customStyle="1" w:styleId="01GfSHaupttitel">
    <w:name w:val="01_GfS_Haupttitel"/>
    <w:basedOn w:val="Standard"/>
    <w:semiHidden/>
    <w:rsid w:val="00EB2F62"/>
    <w:pPr>
      <w:widowControl w:val="0"/>
      <w:tabs>
        <w:tab w:val="left" w:pos="283"/>
        <w:tab w:val="left" w:pos="624"/>
        <w:tab w:val="left" w:pos="1162"/>
      </w:tabs>
      <w:autoSpaceDE w:val="0"/>
      <w:autoSpaceDN w:val="0"/>
      <w:adjustRightInd w:val="0"/>
      <w:spacing w:line="360" w:lineRule="atLeast"/>
      <w:textAlignment w:val="center"/>
    </w:pPr>
    <w:rPr>
      <w:rFonts w:eastAsia="Times New Roman"/>
      <w:b/>
      <w:color w:val="FF9900"/>
      <w:sz w:val="30"/>
    </w:rPr>
  </w:style>
  <w:style w:type="paragraph" w:customStyle="1" w:styleId="EinfacherAbsatz">
    <w:name w:val="[Einfacher Absatz]"/>
    <w:basedOn w:val="Standard"/>
    <w:semiHidden/>
    <w:rsid w:val="00EB2F62"/>
    <w:pPr>
      <w:widowControl w:val="0"/>
      <w:autoSpaceDE w:val="0"/>
      <w:autoSpaceDN w:val="0"/>
      <w:adjustRightInd w:val="0"/>
      <w:spacing w:line="280" w:lineRule="atLeast"/>
      <w:textAlignment w:val="center"/>
    </w:pPr>
    <w:rPr>
      <w:rFonts w:ascii="HelveticaNeueLTStd-Roman" w:eastAsia="Times New Roman" w:hAnsi="HelveticaNeueLTStd-Roman"/>
      <w:color w:val="000000"/>
    </w:rPr>
  </w:style>
  <w:style w:type="table" w:styleId="Tabellenraster">
    <w:name w:val="Table Grid"/>
    <w:basedOn w:val="NormaleTabelle"/>
    <w:rsid w:val="00EB2F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GfSUntertitel1">
    <w:name w:val="02_GfS_Untertitel_1"/>
    <w:basedOn w:val="Standard"/>
    <w:semiHidden/>
    <w:rsid w:val="00EB2F62"/>
    <w:pPr>
      <w:widowControl w:val="0"/>
      <w:tabs>
        <w:tab w:val="left" w:pos="283"/>
        <w:tab w:val="left" w:pos="680"/>
        <w:tab w:val="left" w:pos="1191"/>
        <w:tab w:val="left" w:pos="6804"/>
      </w:tabs>
      <w:autoSpaceDE w:val="0"/>
      <w:autoSpaceDN w:val="0"/>
      <w:adjustRightInd w:val="0"/>
      <w:spacing w:line="252" w:lineRule="atLeast"/>
      <w:textAlignment w:val="center"/>
    </w:pPr>
    <w:rPr>
      <w:rFonts w:eastAsia="Times New Roman"/>
      <w:b/>
      <w:color w:val="000000"/>
      <w:sz w:val="24"/>
    </w:rPr>
  </w:style>
  <w:style w:type="character" w:styleId="Seitenzahl">
    <w:name w:val="page number"/>
    <w:basedOn w:val="Absatz-Standardschriftart"/>
    <w:semiHidden/>
    <w:rsid w:val="00EB2F62"/>
  </w:style>
  <w:style w:type="paragraph" w:styleId="Verzeichnis3">
    <w:name w:val="toc 3"/>
    <w:basedOn w:val="Standard"/>
    <w:next w:val="Standard"/>
    <w:autoRedefine/>
    <w:uiPriority w:val="39"/>
    <w:rsid w:val="00215C9B"/>
    <w:pPr>
      <w:tabs>
        <w:tab w:val="left" w:pos="567"/>
        <w:tab w:val="left" w:pos="1985"/>
        <w:tab w:val="right" w:pos="9637"/>
      </w:tabs>
      <w:spacing w:after="120"/>
      <w:ind w:left="567" w:firstLine="567"/>
    </w:pPr>
    <w:rPr>
      <w:i/>
      <w:noProof/>
      <w:sz w:val="20"/>
    </w:rPr>
  </w:style>
  <w:style w:type="character" w:styleId="Hyperlink">
    <w:name w:val="Hyperlink"/>
    <w:basedOn w:val="Absatz-Standardschriftart"/>
    <w:uiPriority w:val="99"/>
    <w:semiHidden/>
    <w:rsid w:val="00D95D7B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semiHidden/>
    <w:rsid w:val="00E417A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2D38A2"/>
    <w:rPr>
      <w:rFonts w:ascii="Tahoma" w:eastAsia="Times" w:hAnsi="Tahoma" w:cs="Tahoma"/>
      <w:sz w:val="16"/>
      <w:szCs w:val="16"/>
      <w:lang w:val="de-CH" w:eastAsia="de-DE"/>
    </w:rPr>
  </w:style>
  <w:style w:type="character" w:customStyle="1" w:styleId="Fliesstext01">
    <w:name w:val="Fliesstext 01"/>
    <w:basedOn w:val="Absatz-Standardschriftart"/>
    <w:semiHidden/>
    <w:rsid w:val="00387BF8"/>
    <w:rPr>
      <w:rFonts w:ascii="Verdana" w:hAnsi="Verdana"/>
      <w:color w:val="808080"/>
      <w:sz w:val="22"/>
    </w:rPr>
  </w:style>
  <w:style w:type="paragraph" w:customStyle="1" w:styleId="Lauftext">
    <w:name w:val="Lauftext"/>
    <w:basedOn w:val="Standard"/>
    <w:qFormat/>
    <w:rsid w:val="00775924"/>
    <w:pPr>
      <w:spacing w:line="260" w:lineRule="exact"/>
    </w:pPr>
  </w:style>
  <w:style w:type="paragraph" w:customStyle="1" w:styleId="Betreff">
    <w:name w:val="Betreff"/>
    <w:basedOn w:val="Lauftext"/>
    <w:semiHidden/>
    <w:qFormat/>
    <w:rsid w:val="00FC19C0"/>
    <w:rPr>
      <w:b/>
    </w:rPr>
  </w:style>
  <w:style w:type="character" w:styleId="Platzhaltertext">
    <w:name w:val="Placeholder Text"/>
    <w:basedOn w:val="Absatz-Standardschriftart"/>
    <w:uiPriority w:val="99"/>
    <w:semiHidden/>
    <w:rsid w:val="00680EE5"/>
    <w:rPr>
      <w:color w:val="80808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75924"/>
    <w:pPr>
      <w:keepLines/>
      <w:numPr>
        <w:numId w:val="0"/>
      </w:numPr>
      <w:spacing w:before="0" w:line="259" w:lineRule="auto"/>
      <w:outlineLvl w:val="9"/>
    </w:pPr>
    <w:rPr>
      <w:rFonts w:asciiTheme="majorHAnsi" w:eastAsiaTheme="majorEastAsia" w:hAnsiTheme="majorHAnsi" w:cstheme="majorBidi"/>
      <w:bCs w:val="0"/>
      <w:color w:val="F59300" w:themeColor="background1"/>
      <w:lang w:eastAsia="de-CH"/>
    </w:rPr>
  </w:style>
  <w:style w:type="paragraph" w:styleId="Verzeichnis4">
    <w:name w:val="toc 4"/>
    <w:basedOn w:val="Standard"/>
    <w:next w:val="Standard"/>
    <w:autoRedefine/>
    <w:uiPriority w:val="39"/>
    <w:unhideWhenUsed/>
    <w:rsid w:val="00215C9B"/>
    <w:pPr>
      <w:tabs>
        <w:tab w:val="left" w:pos="1985"/>
        <w:tab w:val="right" w:pos="9627"/>
      </w:tabs>
      <w:spacing w:after="120"/>
      <w:ind w:left="658" w:firstLine="476"/>
    </w:pPr>
    <w:rPr>
      <w:i/>
      <w:noProof/>
      <w:sz w:val="20"/>
    </w:rPr>
  </w:style>
  <w:style w:type="paragraph" w:customStyle="1" w:styleId="Zwischentitel">
    <w:name w:val="Zwischentitel"/>
    <w:basedOn w:val="Lauftext"/>
    <w:next w:val="Lauftext"/>
    <w:uiPriority w:val="2"/>
    <w:qFormat/>
    <w:rsid w:val="00775924"/>
    <w:rPr>
      <w:b/>
    </w:rPr>
  </w:style>
  <w:style w:type="character" w:customStyle="1" w:styleId="berschrift6Zchn">
    <w:name w:val="Überschrift 6 Zchn"/>
    <w:basedOn w:val="Absatz-Standardschriftart"/>
    <w:link w:val="berschrift6"/>
    <w:semiHidden/>
    <w:rsid w:val="00EB097C"/>
    <w:rPr>
      <w:rFonts w:asciiTheme="majorHAnsi" w:eastAsiaTheme="majorEastAsia" w:hAnsiTheme="majorHAnsi" w:cstheme="majorBidi"/>
      <w:color w:val="342D17" w:themeColor="accent1" w:themeShade="7F"/>
      <w:sz w:val="22"/>
      <w:lang w:val="de-CH"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EB097C"/>
    <w:rPr>
      <w:rFonts w:asciiTheme="majorHAnsi" w:eastAsiaTheme="majorEastAsia" w:hAnsiTheme="majorHAnsi" w:cstheme="majorBidi"/>
      <w:i/>
      <w:iCs/>
      <w:color w:val="342D17" w:themeColor="accent1" w:themeShade="7F"/>
      <w:sz w:val="22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EB097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de-CH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EB097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de-CH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W:\&#214;ffentlichkeitsarbeit\Kommunikation\VORLAGEN\Leeres%20Dokument_Document%20vierge\gfch_dokument_hoch_de.dotx" TargetMode="External"/></Relationships>
</file>

<file path=word/theme/theme1.xml><?xml version="1.0" encoding="utf-8"?>
<a:theme xmlns:a="http://schemas.openxmlformats.org/drawingml/2006/main" name="Thème Office">
  <a:themeElements>
    <a:clrScheme name="gfch">
      <a:dk1>
        <a:srgbClr val="000000"/>
      </a:dk1>
      <a:lt1>
        <a:srgbClr val="F59300"/>
      </a:lt1>
      <a:dk2>
        <a:srgbClr val="FFFFFF"/>
      </a:dk2>
      <a:lt2>
        <a:srgbClr val="FBBC00"/>
      </a:lt2>
      <a:accent1>
        <a:srgbClr val="695B2E"/>
      </a:accent1>
      <a:accent2>
        <a:srgbClr val="8A8E00"/>
      </a:accent2>
      <a:accent3>
        <a:srgbClr val="B1C000"/>
      </a:accent3>
      <a:accent4>
        <a:srgbClr val="99C6D6"/>
      </a:accent4>
      <a:accent5>
        <a:srgbClr val="4BACC6"/>
      </a:accent5>
      <a:accent6>
        <a:srgbClr val="578397"/>
      </a:accent6>
      <a:hlink>
        <a:srgbClr val="0000FF"/>
      </a:hlink>
      <a:folHlink>
        <a:srgbClr val="800080"/>
      </a:folHlink>
    </a:clrScheme>
    <a:fontScheme name="gfch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3A4FD-8598-BB4D-971E-657121447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W:\Öffentlichkeitsarbeit\Kommunikation\VORLAGEN\Leeres Dokument_Document vierge\gfch_dokument_hoch_de.dotx</Template>
  <TotalTime>0</TotalTime>
  <Pages>1</Pages>
  <Words>170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Links>
    <vt:vector size="18" baseType="variant">
      <vt:variant>
        <vt:i4>1441853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_Toc230577803</vt:lpwstr>
      </vt:variant>
      <vt:variant>
        <vt:i4>1441853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_Toc230577802</vt:lpwstr>
      </vt:variant>
      <vt:variant>
        <vt:i4>1441853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_Toc230577801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Franziska Widmer</dc:creator>
  <cp:lastModifiedBy>Hubert Studer</cp:lastModifiedBy>
  <cp:revision>12</cp:revision>
  <cp:lastPrinted>2016-10-04T09:08:00Z</cp:lastPrinted>
  <dcterms:created xsi:type="dcterms:W3CDTF">2018-05-31T13:01:00Z</dcterms:created>
  <dcterms:modified xsi:type="dcterms:W3CDTF">2018-11-19T03:10:00Z</dcterms:modified>
</cp:coreProperties>
</file>